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E4" w:rsidRPr="005C7CE4" w:rsidRDefault="005C7CE4" w:rsidP="005C7CE4">
      <w:pPr>
        <w:tabs>
          <w:tab w:val="right" w:pos="10170"/>
        </w:tabs>
      </w:pPr>
      <w:r w:rsidRPr="005C7CE4">
        <w:drawing>
          <wp:anchor distT="0" distB="0" distL="114300" distR="114300" simplePos="0" relativeHeight="251658240" behindDoc="0" locked="0" layoutInCell="1" allowOverlap="1" wp14:anchorId="7582346A" wp14:editId="1F21CA16">
            <wp:simplePos x="0" y="0"/>
            <wp:positionH relativeFrom="column">
              <wp:posOffset>3187065</wp:posOffset>
            </wp:positionH>
            <wp:positionV relativeFrom="paragraph">
              <wp:posOffset>0</wp:posOffset>
            </wp:positionV>
            <wp:extent cx="3507740" cy="1885950"/>
            <wp:effectExtent l="0" t="0" r="0" b="0"/>
            <wp:wrapSquare wrapText="bothSides"/>
            <wp:docPr id="21506" name="Picture 2" descr="http://www.farho.co.uk/data/images/electric-radiator-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http://www.farho.co.uk/data/images/electric-radiator-grap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38" b="7863"/>
                    <a:stretch/>
                  </pic:blipFill>
                  <pic:spPr bwMode="auto">
                    <a:xfrm>
                      <a:off x="0" y="0"/>
                      <a:ext cx="3507740" cy="18859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7CE4">
        <w:rPr>
          <w:b/>
          <w:bCs/>
          <w:lang w:val="en-US"/>
        </w:rPr>
        <w:t>Exercise 6B</w:t>
      </w:r>
    </w:p>
    <w:p w:rsidR="00000000" w:rsidRPr="005C7CE4" w:rsidRDefault="00C8155F" w:rsidP="005C7CE4">
      <w:pPr>
        <w:tabs>
          <w:tab w:val="right" w:pos="10170"/>
        </w:tabs>
      </w:pPr>
      <w:r w:rsidRPr="005C7CE4">
        <w:rPr>
          <w:lang w:val="en-US"/>
        </w:rPr>
        <w:t>A student is carrying out an experiment to measure the temperature of a liquid over a 30-minute period. This involves noting down the temperature from a thermometer placed in the liq</w:t>
      </w:r>
      <w:r w:rsidRPr="005C7CE4">
        <w:rPr>
          <w:lang w:val="en-US"/>
        </w:rPr>
        <w:t>uid; readings are taken every 20 seconds. At the end of the 100 minutes, the student draws a graph of temperature against time.</w:t>
      </w:r>
    </w:p>
    <w:p w:rsidR="005C7CE4" w:rsidRPr="005C7CE4" w:rsidRDefault="005C7CE4" w:rsidP="005C7CE4">
      <w:pPr>
        <w:tabs>
          <w:tab w:val="right" w:pos="10170"/>
        </w:tabs>
        <w:ind w:left="720"/>
        <w:jc w:val="center"/>
      </w:pPr>
    </w:p>
    <w:p w:rsidR="00000000" w:rsidRPr="005C7CE4" w:rsidRDefault="00C8155F" w:rsidP="005C7CE4">
      <w:pPr>
        <w:tabs>
          <w:tab w:val="right" w:pos="10170"/>
        </w:tabs>
      </w:pPr>
      <w:r w:rsidRPr="005C7CE4">
        <w:rPr>
          <w:lang w:val="en-US"/>
        </w:rPr>
        <w:t>The teacher in charge of the science lesson has decided to</w:t>
      </w:r>
      <w:r w:rsidRPr="005C7CE4">
        <w:rPr>
          <w:lang w:val="en-US"/>
        </w:rPr>
        <w:t xml:space="preserve"> do the experiment using sensors and a microprocessor.</w:t>
      </w:r>
    </w:p>
    <w:p w:rsidR="00000000" w:rsidRPr="005C7CE4" w:rsidRDefault="00C8155F" w:rsidP="005C7CE4">
      <w:pPr>
        <w:numPr>
          <w:ilvl w:val="0"/>
          <w:numId w:val="15"/>
        </w:numPr>
        <w:tabs>
          <w:tab w:val="right" w:pos="10170"/>
        </w:tabs>
      </w:pPr>
      <w:r w:rsidRPr="005C7CE4">
        <w:rPr>
          <w:lang w:val="en-US"/>
        </w:rPr>
        <w:t>Describe how the experiment of the science lesson would now be carried out using sensors and microprocessors.</w:t>
      </w:r>
    </w:p>
    <w:p w:rsidR="005C7CE4" w:rsidRPr="005C7CE4" w:rsidRDefault="005C7CE4" w:rsidP="005C7CE4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  <w:t>[4]</w:t>
      </w:r>
    </w:p>
    <w:p w:rsidR="00000000" w:rsidRPr="005C7CE4" w:rsidRDefault="00C8155F" w:rsidP="005C7CE4">
      <w:pPr>
        <w:numPr>
          <w:ilvl w:val="0"/>
          <w:numId w:val="15"/>
        </w:numPr>
        <w:tabs>
          <w:tab w:val="right" w:pos="10170"/>
        </w:tabs>
      </w:pPr>
      <w:r w:rsidRPr="005C7CE4">
        <w:rPr>
          <w:lang w:val="en-US"/>
        </w:rPr>
        <w:t>Describe the main advantages of doing the experiment using sensors and a microprocessor.</w:t>
      </w:r>
    </w:p>
    <w:p w:rsidR="005C7CE4" w:rsidRPr="005C7CE4" w:rsidRDefault="005C7CE4" w:rsidP="005C7CE4">
      <w:pPr>
        <w:tabs>
          <w:tab w:val="right" w:pos="10170"/>
        </w:tabs>
      </w:pPr>
      <w:r w:rsidRPr="005C7CE4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7CE4">
        <w:rPr>
          <w:lang w:val="en-US"/>
        </w:rPr>
        <w:tab/>
        <w:t>[4]</w:t>
      </w:r>
    </w:p>
    <w:p w:rsidR="005C7CE4" w:rsidRPr="005C7CE4" w:rsidRDefault="005C7CE4" w:rsidP="005C7CE4">
      <w:pPr>
        <w:tabs>
          <w:tab w:val="right" w:pos="10170"/>
        </w:tabs>
      </w:pPr>
      <w:r w:rsidRPr="005C7CE4">
        <w:rPr>
          <w:b/>
          <w:bCs/>
          <w:lang w:val="en-US"/>
        </w:rPr>
        <w:t>Exercise 6C</w:t>
      </w:r>
    </w:p>
    <w:p w:rsidR="00000000" w:rsidRPr="005C7CE4" w:rsidRDefault="00C8155F" w:rsidP="005C7CE4">
      <w:pPr>
        <w:tabs>
          <w:tab w:val="right" w:pos="10170"/>
        </w:tabs>
      </w:pPr>
      <w:r w:rsidRPr="005C7CE4">
        <w:rPr>
          <w:lang w:val="en-US"/>
        </w:rPr>
        <w:t>A burglar (intruder) alarm system uses various sensors and a microprocessor to detect the presence of intruders. The alarm is set up by keying in a six-digit PIN on a control panel.</w:t>
      </w:r>
    </w:p>
    <w:p w:rsidR="00000000" w:rsidRPr="005C7CE4" w:rsidRDefault="00C8155F" w:rsidP="005C7CE4">
      <w:pPr>
        <w:numPr>
          <w:ilvl w:val="0"/>
          <w:numId w:val="17"/>
        </w:numPr>
        <w:tabs>
          <w:tab w:val="right" w:pos="10170"/>
        </w:tabs>
      </w:pPr>
      <w:r w:rsidRPr="005C7CE4">
        <w:rPr>
          <w:lang w:val="en-US"/>
        </w:rPr>
        <w:t xml:space="preserve">Name </w:t>
      </w:r>
      <w:r w:rsidR="005C7CE4">
        <w:rPr>
          <w:lang w:val="en-US"/>
        </w:rPr>
        <w:t xml:space="preserve">and describe </w:t>
      </w:r>
      <w:r w:rsidRPr="005C7CE4">
        <w:rPr>
          <w:lang w:val="en-US"/>
        </w:rPr>
        <w:t>three suitable sensors for this application</w:t>
      </w:r>
    </w:p>
    <w:p w:rsidR="005C7CE4" w:rsidRPr="005C7CE4" w:rsidRDefault="005C7CE4" w:rsidP="005C7CE4">
      <w:pPr>
        <w:tabs>
          <w:tab w:val="right" w:pos="10170"/>
        </w:tabs>
      </w:pPr>
      <w:r>
        <w:rPr>
          <w:lang w:val="en-US"/>
        </w:rPr>
        <w:t>Sensor 1: __________</w:t>
      </w:r>
      <w:r w:rsidRPr="005C7CE4">
        <w:rPr>
          <w:lang w:val="en-US"/>
        </w:rPr>
        <w:t>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Sensor 2</w:t>
      </w:r>
      <w:r>
        <w:rPr>
          <w:lang w:val="en-US"/>
        </w:rPr>
        <w:t xml:space="preserve">: </w:t>
      </w:r>
      <w:r w:rsidRPr="005C7CE4">
        <w:rPr>
          <w:lang w:val="en-US"/>
        </w:rPr>
        <w:t>__</w:t>
      </w:r>
      <w:r>
        <w:rPr>
          <w:lang w:val="en-US"/>
        </w:rPr>
        <w:t>_</w:t>
      </w:r>
      <w:r w:rsidRPr="005C7CE4">
        <w:rPr>
          <w:lang w:val="en-US"/>
        </w:rPr>
        <w:t>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Sensor 3</w:t>
      </w:r>
      <w:r>
        <w:rPr>
          <w:lang w:val="en-US"/>
        </w:rPr>
        <w:t xml:space="preserve">: </w:t>
      </w:r>
      <w:r>
        <w:rPr>
          <w:lang w:val="en-US"/>
        </w:rPr>
        <w:t>___</w:t>
      </w:r>
      <w:r w:rsidRPr="005C7CE4">
        <w:rPr>
          <w:lang w:val="en-US"/>
        </w:rPr>
        <w:t>_________________________________________________</w:t>
      </w:r>
      <w:r>
        <w:rPr>
          <w:lang w:val="en-US"/>
        </w:rPr>
        <w:t>________________________________</w:t>
      </w:r>
      <w:r>
        <w:rPr>
          <w:lang w:val="en-US"/>
        </w:rPr>
        <w:tab/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</w:t>
      </w:r>
      <w:r>
        <w:rPr>
          <w:lang w:val="en-US"/>
        </w:rPr>
        <w:tab/>
        <w:t>[3</w:t>
      </w:r>
      <w:r w:rsidRPr="005C7CE4">
        <w:rPr>
          <w:lang w:val="en-US"/>
        </w:rPr>
        <w:t>]</w:t>
      </w:r>
    </w:p>
    <w:p w:rsidR="00000000" w:rsidRPr="005C7CE4" w:rsidRDefault="00C8155F" w:rsidP="005C7CE4">
      <w:pPr>
        <w:numPr>
          <w:ilvl w:val="0"/>
          <w:numId w:val="17"/>
        </w:numPr>
        <w:tabs>
          <w:tab w:val="right" w:pos="10170"/>
        </w:tabs>
      </w:pPr>
      <w:r w:rsidRPr="005C7CE4">
        <w:rPr>
          <w:lang w:val="en-US"/>
        </w:rPr>
        <w:t>Describe how the sensors and microprocessor interact to warn of the presence of an intruder.</w:t>
      </w:r>
    </w:p>
    <w:p w:rsidR="00220C19" w:rsidRPr="00F24984" w:rsidRDefault="005C7CE4" w:rsidP="005C7CE4">
      <w:pPr>
        <w:tabs>
          <w:tab w:val="right" w:pos="10170"/>
        </w:tabs>
      </w:pPr>
      <w:r w:rsidRPr="005C7CE4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7CE4">
        <w:rPr>
          <w:lang w:val="en-US"/>
        </w:rPr>
        <w:tab/>
        <w:t>[4]</w:t>
      </w:r>
      <w:bookmarkStart w:id="0" w:name="_GoBack"/>
      <w:bookmarkEnd w:id="0"/>
    </w:p>
    <w:sectPr w:rsidR="00220C19" w:rsidRPr="00F24984" w:rsidSect="003A05FE">
      <w:headerReference w:type="default" r:id="rId8"/>
      <w:footerReference w:type="default" r:id="rId9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5F" w:rsidRDefault="00C8155F" w:rsidP="00027C4B">
      <w:pPr>
        <w:spacing w:after="0" w:line="240" w:lineRule="auto"/>
      </w:pPr>
      <w:r>
        <w:separator/>
      </w:r>
    </w:p>
  </w:endnote>
  <w:endnote w:type="continuationSeparator" w:id="0">
    <w:p w:rsidR="00C8155F" w:rsidRDefault="00C8155F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5F" w:rsidRDefault="00C8155F" w:rsidP="00027C4B">
      <w:pPr>
        <w:spacing w:after="0" w:line="240" w:lineRule="auto"/>
      </w:pPr>
      <w:r>
        <w:separator/>
      </w:r>
    </w:p>
  </w:footnote>
  <w:footnote w:type="continuationSeparator" w:id="0">
    <w:p w:rsidR="00C8155F" w:rsidRDefault="00C8155F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5C7CE4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>Sensor Questions – Chapter 6 – Page 95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0BF576F"/>
    <w:multiLevelType w:val="hybridMultilevel"/>
    <w:tmpl w:val="19564310"/>
    <w:lvl w:ilvl="0" w:tplc="22AA3F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E68B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83C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604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885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27B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4E1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EE8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42B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0C6647"/>
    <w:multiLevelType w:val="hybridMultilevel"/>
    <w:tmpl w:val="08169438"/>
    <w:lvl w:ilvl="0" w:tplc="AB30C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2CC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CAA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9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29F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021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6B6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CA7B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AA2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BF47BB"/>
    <w:multiLevelType w:val="hybridMultilevel"/>
    <w:tmpl w:val="3FE6D5B0"/>
    <w:lvl w:ilvl="0" w:tplc="3BA462D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EB8C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CA53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EA41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3681A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56C8A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B227E5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D62F9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7E0E9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77C80101"/>
    <w:multiLevelType w:val="hybridMultilevel"/>
    <w:tmpl w:val="744286FE"/>
    <w:lvl w:ilvl="0" w:tplc="43D6DAB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DE2D9C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D2209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D446B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7C8379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6AFF4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EAC12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CA4E5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4F97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12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11"/>
  </w:num>
  <w:num w:numId="11">
    <w:abstractNumId w:val="14"/>
  </w:num>
  <w:num w:numId="12">
    <w:abstractNumId w:val="1"/>
  </w:num>
  <w:num w:numId="13">
    <w:abstractNumId w:val="0"/>
  </w:num>
  <w:num w:numId="14">
    <w:abstractNumId w:val="16"/>
  </w:num>
  <w:num w:numId="15">
    <w:abstractNumId w:val="13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5C7CE4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C8155F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D7996B-8EED-40BD-B992-B613514B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2340">
          <w:marLeft w:val="5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761">
          <w:marLeft w:val="5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39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696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734">
          <w:marLeft w:val="5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5609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37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Exercise 6B - Sensor Activity</Template>
  <TotalTime>6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2015-12-30T17:51:00Z</dcterms:created>
  <dcterms:modified xsi:type="dcterms:W3CDTF">2015-12-30T17:51:00Z</dcterms:modified>
</cp:coreProperties>
</file>